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3AF68" w14:textId="748B5714" w:rsidR="00703EE5" w:rsidRDefault="00A800FB" w:rsidP="00912661">
      <w:pPr>
        <w:spacing w:after="0"/>
        <w:rPr>
          <w:lang w:val="de-DE"/>
        </w:rPr>
      </w:pPr>
      <w:r>
        <w:rPr>
          <w:lang w:val="de-DE"/>
        </w:rPr>
        <w:t>Dummy</w:t>
      </w:r>
    </w:p>
    <w:p w14:paraId="2098A27D" w14:textId="46AC6F23" w:rsidR="00A800FB" w:rsidRPr="00A800FB" w:rsidRDefault="00A800FB" w:rsidP="00912661">
      <w:pPr>
        <w:spacing w:after="0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0596B" wp14:editId="70332F70">
                <wp:simplePos x="0" y="0"/>
                <wp:positionH relativeFrom="column">
                  <wp:posOffset>198755</wp:posOffset>
                </wp:positionH>
                <wp:positionV relativeFrom="paragraph">
                  <wp:posOffset>64770</wp:posOffset>
                </wp:positionV>
                <wp:extent cx="3600000" cy="900000"/>
                <wp:effectExtent l="0" t="0" r="19685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90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D6A854" w14:textId="69312FB2" w:rsidR="00A800FB" w:rsidRPr="00A800FB" w:rsidRDefault="00A800FB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Indent top 0.5cm, indent bottom 1.0cm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0" tIns="180000" rIns="720000" bIns="36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059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.65pt;margin-top:5.1pt;width:283.45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" fillcolor="#eeece1 [3214]" strokeweight=".5pt">
                <v:textbox inset="10mm,5mm,20mm,10mm">
                  <w:txbxContent>
                    <w:p w14:paraId="67D6A854" w14:textId="69312FB2" w:rsidR="00A800FB" w:rsidRPr="00A800FB" w:rsidRDefault="00A800FB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Indent top 0.5cm, indent bottom 1.0cm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00FB" w:rsidRPr="00A800FB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FB"/>
    <w:rsid w:val="000C1ECD"/>
    <w:rsid w:val="00321565"/>
    <w:rsid w:val="00326855"/>
    <w:rsid w:val="004E38BB"/>
    <w:rsid w:val="005702D9"/>
    <w:rsid w:val="0062363A"/>
    <w:rsid w:val="007257C4"/>
    <w:rsid w:val="0087728C"/>
    <w:rsid w:val="00912661"/>
    <w:rsid w:val="00936920"/>
    <w:rsid w:val="00A800FB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AD606A"/>
  <w14:discardImageEditingData/>
  <w14:defaultImageDpi w14:val="32767"/>
  <w15:chartTrackingRefBased/>
  <w15:docId w15:val="{23220FE7-E018-4D48-8CA5-67E0D852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2022-11-02T11:39:00Z</dcterms:created>
  <dcterms:modified xsi:type="dcterms:W3CDTF">2022-11-02T11:45:00Z</dcterms:modified>
</cp:coreProperties>
</file>